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9AB91" w14:textId="77777777" w:rsidR="00C840C8" w:rsidRDefault="00C840C8" w:rsidP="00C840C8">
      <w:pPr>
        <w:pStyle w:val="Heading1"/>
      </w:pPr>
      <w:r>
        <w:t>Absolute Value Equations and Inequalities</w:t>
      </w:r>
      <w:r>
        <w:tab/>
      </w:r>
      <w:r>
        <w:tab/>
      </w:r>
      <w:r>
        <w:tab/>
      </w:r>
      <w:r>
        <w:tab/>
        <w:t>Name:</w:t>
      </w:r>
    </w:p>
    <w:p w14:paraId="7DA7C292" w14:textId="77777777" w:rsidR="00C840C8" w:rsidRDefault="00C840C8" w:rsidP="00C840C8">
      <w:r>
        <w:t>Graph the following.</w:t>
      </w:r>
    </w:p>
    <w:p w14:paraId="27E066A2" w14:textId="77777777" w:rsidR="00C840C8" w:rsidRPr="00C840C8" w:rsidRDefault="00C840C8" w:rsidP="00C840C8">
      <w:pPr>
        <w:pStyle w:val="ListParagraph"/>
        <w:numPr>
          <w:ilvl w:val="0"/>
          <w:numId w:val="1"/>
        </w:numPr>
      </w:pPr>
      <w:r>
        <w:t>y=|x+1|</w:t>
      </w:r>
    </w:p>
    <w:p w14:paraId="66CE179C" w14:textId="77777777" w:rsidR="00C840C8" w:rsidRDefault="00C840C8">
      <w:pPr>
        <w:sectPr w:rsidR="00C840C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B6CB5CF" w14:textId="77777777" w:rsidR="00AD1496" w:rsidRDefault="00C840C8">
      <w:r>
        <w:rPr>
          <w:noProof/>
        </w:rPr>
        <w:lastRenderedPageBreak/>
        <w:drawing>
          <wp:inline distT="0" distB="0" distL="0" distR="0" wp14:editId="217DB336">
            <wp:extent cx="2734435" cy="2743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7C85" w14:textId="77777777" w:rsidR="00C840C8" w:rsidRDefault="00C840C8" w:rsidP="00C840C8">
      <w:pPr>
        <w:pStyle w:val="ListParagraph"/>
        <w:numPr>
          <w:ilvl w:val="0"/>
          <w:numId w:val="1"/>
        </w:numPr>
      </w:pPr>
      <w:r>
        <w:t>y=|2x+4|</w:t>
      </w:r>
    </w:p>
    <w:p w14:paraId="3CC0EE9B" w14:textId="77777777" w:rsidR="00C840C8" w:rsidRDefault="00C840C8" w:rsidP="00C840C8">
      <w:pPr>
        <w:pStyle w:val="ListParagraph"/>
        <w:ind w:left="0"/>
      </w:pPr>
      <w:r>
        <w:rPr>
          <w:noProof/>
        </w:rPr>
        <w:drawing>
          <wp:inline distT="0" distB="0" distL="0" distR="0" wp14:editId="6E50DC6E">
            <wp:extent cx="2734435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E868D" w14:textId="77777777" w:rsidR="00C840C8" w:rsidRDefault="00C840C8" w:rsidP="00C840C8">
      <w:pPr>
        <w:pStyle w:val="ListParagraph"/>
        <w:ind w:left="0"/>
      </w:pPr>
      <w:r>
        <w:br w:type="column"/>
      </w:r>
    </w:p>
    <w:p w14:paraId="06CCABB0" w14:textId="77777777" w:rsidR="00C840C8" w:rsidRDefault="00C840C8" w:rsidP="00C840C8">
      <w:pPr>
        <w:pStyle w:val="ListParagraph"/>
        <w:numPr>
          <w:ilvl w:val="0"/>
          <w:numId w:val="1"/>
        </w:numPr>
      </w:pPr>
      <w:r>
        <w:t>y=|3x-1|</w:t>
      </w:r>
    </w:p>
    <w:p w14:paraId="74E337F4" w14:textId="77777777" w:rsidR="00C840C8" w:rsidRDefault="00C840C8" w:rsidP="00C840C8">
      <w:pPr>
        <w:pStyle w:val="ListParagraph"/>
      </w:pPr>
      <w:r>
        <w:rPr>
          <w:noProof/>
        </w:rPr>
        <w:drawing>
          <wp:inline distT="0" distB="0" distL="0" distR="0" wp14:editId="2F25628C">
            <wp:extent cx="2734435" cy="2743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6949C" w14:textId="77777777" w:rsidR="00C840C8" w:rsidRDefault="00C840C8" w:rsidP="00C840C8">
      <w:pPr>
        <w:pStyle w:val="ListParagraph"/>
        <w:numPr>
          <w:ilvl w:val="0"/>
          <w:numId w:val="1"/>
        </w:numPr>
      </w:pPr>
      <w:r>
        <w:t>y=|x|+2</w:t>
      </w:r>
    </w:p>
    <w:p w14:paraId="67E00002" w14:textId="77777777" w:rsidR="00C840C8" w:rsidRDefault="00C840C8" w:rsidP="00C840C8">
      <w:pPr>
        <w:pStyle w:val="ListParagraph"/>
      </w:pPr>
      <w:r>
        <w:rPr>
          <w:noProof/>
        </w:rPr>
        <w:drawing>
          <wp:inline distT="0" distB="0" distL="0" distR="0" wp14:editId="48424EA1">
            <wp:extent cx="2734435" cy="2743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D36AE" w14:textId="77777777" w:rsidR="00C840C8" w:rsidRDefault="00C840C8" w:rsidP="001525A3">
      <w:pPr>
        <w:pStyle w:val="ListParagraph"/>
        <w:numPr>
          <w:ilvl w:val="0"/>
          <w:numId w:val="1"/>
        </w:numPr>
      </w:pPr>
      <w:r w:rsidRPr="001525A3">
        <w:rPr>
          <w:highlight w:val="lightGray"/>
        </w:rPr>
        <w:br w:type="column"/>
      </w:r>
      <w:bookmarkStart w:id="0" w:name="_GoBack"/>
      <w:bookmarkEnd w:id="0"/>
      <w:r>
        <w:lastRenderedPageBreak/>
        <w:t>y=|2x|-1</w:t>
      </w:r>
    </w:p>
    <w:p w14:paraId="53D75E8B" w14:textId="77777777" w:rsidR="00C840C8" w:rsidRDefault="00C840C8" w:rsidP="00C840C8">
      <w:r>
        <w:rPr>
          <w:noProof/>
        </w:rPr>
        <w:drawing>
          <wp:inline distT="0" distB="0" distL="0" distR="0" wp14:editId="32CF520D">
            <wp:extent cx="2734435" cy="2743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2D038" w14:textId="77777777" w:rsidR="00C840C8" w:rsidRDefault="00C840C8" w:rsidP="00C840C8">
      <w:pPr>
        <w:pStyle w:val="ListParagraph"/>
        <w:numPr>
          <w:ilvl w:val="0"/>
          <w:numId w:val="1"/>
        </w:numPr>
      </w:pPr>
      <w:r>
        <w:t>y= -|x|</w:t>
      </w:r>
    </w:p>
    <w:p w14:paraId="6C0AA006" w14:textId="77777777" w:rsidR="00C840C8" w:rsidRDefault="00C840C8" w:rsidP="00C840C8">
      <w:pPr>
        <w:pStyle w:val="ListParagraph"/>
        <w:ind w:left="0"/>
      </w:pPr>
      <w:r>
        <w:rPr>
          <w:noProof/>
        </w:rPr>
        <w:drawing>
          <wp:inline distT="0" distB="0" distL="0" distR="0" wp14:editId="568B9536">
            <wp:extent cx="2734435" cy="2743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C482D" w14:textId="3369BF83" w:rsidR="001525A3" w:rsidRDefault="001525A3" w:rsidP="00C840C8">
      <w:pPr>
        <w:pStyle w:val="ListParagraph"/>
        <w:ind w:left="0"/>
      </w:pPr>
      <w:r>
        <w:br w:type="column"/>
      </w:r>
    </w:p>
    <w:p w14:paraId="6EAA0269" w14:textId="77777777" w:rsidR="00C840C8" w:rsidRDefault="00C840C8" w:rsidP="00C840C8">
      <w:pPr>
        <w:pStyle w:val="ListParagraph"/>
        <w:numPr>
          <w:ilvl w:val="0"/>
          <w:numId w:val="1"/>
        </w:numPr>
      </w:pPr>
      <w:r>
        <w:t>y&gt;|x-3|</w:t>
      </w:r>
    </w:p>
    <w:p w14:paraId="0B2B5622" w14:textId="77777777" w:rsidR="00C840C8" w:rsidRDefault="00C840C8" w:rsidP="00C840C8">
      <w:r>
        <w:rPr>
          <w:noProof/>
        </w:rPr>
        <w:drawing>
          <wp:inline distT="0" distB="0" distL="0" distR="0" wp14:editId="43E82650">
            <wp:extent cx="2734435" cy="2743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3FDB1" w14:textId="77777777" w:rsidR="00C840C8" w:rsidRDefault="00C840C8" w:rsidP="00C840C8">
      <w:pPr>
        <w:pStyle w:val="ListParagraph"/>
        <w:numPr>
          <w:ilvl w:val="0"/>
          <w:numId w:val="1"/>
        </w:numPr>
      </w:pPr>
      <w:r>
        <w:t>y&lt;|2x-6|</w:t>
      </w:r>
    </w:p>
    <w:p w14:paraId="007830A4" w14:textId="77777777" w:rsidR="00C840C8" w:rsidRDefault="00C840C8" w:rsidP="00C840C8">
      <w:r>
        <w:rPr>
          <w:noProof/>
        </w:rPr>
        <w:drawing>
          <wp:inline distT="0" distB="0" distL="0" distR="0" wp14:editId="3C12A1E8">
            <wp:extent cx="2734435" cy="2743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EC60B" w14:textId="77777777" w:rsidR="00C840C8" w:rsidRDefault="00C840C8" w:rsidP="00C840C8">
      <w:pPr>
        <w:pStyle w:val="ListParagraph"/>
        <w:numPr>
          <w:ilvl w:val="0"/>
          <w:numId w:val="1"/>
        </w:numPr>
      </w:pPr>
      <w:r>
        <w:br w:type="column"/>
      </w:r>
      <w:r>
        <w:lastRenderedPageBreak/>
        <w:t>y&lt;|x|-3</w:t>
      </w:r>
    </w:p>
    <w:p w14:paraId="6C304BE4" w14:textId="77777777" w:rsidR="00C840C8" w:rsidRDefault="00C840C8" w:rsidP="00C840C8">
      <w:r>
        <w:rPr>
          <w:noProof/>
        </w:rPr>
        <w:drawing>
          <wp:inline distT="0" distB="0" distL="0" distR="0" wp14:editId="31DA08C4">
            <wp:extent cx="2734435" cy="2743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C6281" w14:textId="77777777" w:rsidR="00C840C8" w:rsidRDefault="00C840C8" w:rsidP="00C840C8">
      <w:pPr>
        <w:pStyle w:val="ListParagraph"/>
        <w:numPr>
          <w:ilvl w:val="0"/>
          <w:numId w:val="1"/>
        </w:numPr>
      </w:pPr>
      <w:r>
        <w:t xml:space="preserve"> y&lt;-|2x|</w:t>
      </w:r>
    </w:p>
    <w:p w14:paraId="08BBA38B" w14:textId="77777777" w:rsidR="00C840C8" w:rsidRDefault="00C840C8" w:rsidP="00C840C8">
      <w:pPr>
        <w:pStyle w:val="ListParagraph"/>
        <w:ind w:left="360"/>
      </w:pPr>
      <w:r>
        <w:rPr>
          <w:noProof/>
        </w:rPr>
        <w:drawing>
          <wp:inline distT="0" distB="0" distL="0" distR="0" wp14:editId="148F059F">
            <wp:extent cx="2734435" cy="2743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443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40C8" w:rsidSect="00C840C8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C44FC"/>
    <w:multiLevelType w:val="hybridMultilevel"/>
    <w:tmpl w:val="CC64C04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8E66DB"/>
    <w:multiLevelType w:val="hybridMultilevel"/>
    <w:tmpl w:val="513272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C8"/>
    <w:rsid w:val="001525A3"/>
    <w:rsid w:val="00973B99"/>
    <w:rsid w:val="00AD1496"/>
    <w:rsid w:val="00C840C8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439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4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0C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840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840C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840C8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84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840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0C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840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840C8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840C8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84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b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2010-01-12T16:51:00Z</dcterms:created>
  <dcterms:modified xsi:type="dcterms:W3CDTF">2010-01-12T19:26:00Z</dcterms:modified>
</cp:coreProperties>
</file>